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74260549" w:rsidR="008260A6" w:rsidRDefault="00C2629B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  <w:r w:rsidR="00D072EC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1EC65281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D072EC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19657598" w:rsidR="008260A6" w:rsidRDefault="00463CBB" w:rsidP="008260A6">
            <w:pPr>
              <w:rPr>
                <w:rFonts w:cs="Arial"/>
                <w:szCs w:val="20"/>
              </w:rPr>
            </w:pPr>
            <w:r w:rsidRPr="00463CBB">
              <w:rPr>
                <w:rFonts w:cs="Arial"/>
                <w:szCs w:val="20"/>
              </w:rPr>
              <w:t>2-2</w:t>
            </w:r>
            <w:r w:rsidR="00D072EC">
              <w:rPr>
                <w:rFonts w:cs="Arial"/>
                <w:szCs w:val="20"/>
              </w:rPr>
              <w:t>4-5537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r w:rsidRPr="00463CBB">
        <w:rPr>
          <w:rFonts w:cs="Arial"/>
          <w:b/>
          <w:szCs w:val="20"/>
        </w:rPr>
        <w:t>Konkurentsiamet</w:t>
      </w:r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r>
        <w:rPr>
          <w:rFonts w:cs="Arial"/>
          <w:szCs w:val="20"/>
        </w:rPr>
        <w:t xml:space="preserve">Tatari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C2629B" w:rsidP="00463CBB">
      <w:pPr>
        <w:rPr>
          <w:rFonts w:cs="Arial"/>
          <w:szCs w:val="20"/>
        </w:rPr>
      </w:pPr>
      <w:hyperlink r:id="rId11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1196F44C" w:rsidR="00463CBB" w:rsidRDefault="00463CBB" w:rsidP="007D6E02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167039">
        <w:rPr>
          <w:rFonts w:cs="Arial"/>
          <w:szCs w:val="20"/>
          <w:lang w:val="et-EE"/>
        </w:rPr>
        <w:t>2-2</w:t>
      </w:r>
      <w:r w:rsidR="00D072EC">
        <w:rPr>
          <w:rFonts w:cs="Arial"/>
          <w:szCs w:val="20"/>
          <w:lang w:val="et-EE"/>
        </w:rPr>
        <w:t>4-5537</w:t>
      </w:r>
      <w:r w:rsidRPr="007D6E02">
        <w:rPr>
          <w:rFonts w:cs="Arial"/>
          <w:szCs w:val="20"/>
          <w:lang w:val="et-EE"/>
        </w:rPr>
        <w:t xml:space="preserve"> </w:t>
      </w:r>
      <w:r w:rsidR="00D072EC" w:rsidRPr="00D072EC">
        <w:rPr>
          <w:rFonts w:cs="Arial"/>
          <w:szCs w:val="20"/>
          <w:lang w:val="et-EE"/>
        </w:rPr>
        <w:t>NTSGD OÜ</w:t>
      </w:r>
      <w:r w:rsidR="00D072EC">
        <w:rPr>
          <w:rFonts w:cs="Arial"/>
          <w:szCs w:val="20"/>
          <w:lang w:val="et-EE"/>
        </w:rPr>
        <w:t xml:space="preserve"> (registrikood: </w:t>
      </w:r>
      <w:r w:rsidR="00D072EC" w:rsidRPr="00D072EC">
        <w:rPr>
          <w:rFonts w:cs="Arial"/>
          <w:szCs w:val="20"/>
          <w:lang w:val="et-EE"/>
        </w:rPr>
        <w:t>14736259</w:t>
      </w:r>
      <w:r w:rsidR="00D072EC">
        <w:rPr>
          <w:rFonts w:cs="Arial"/>
          <w:szCs w:val="20"/>
          <w:lang w:val="et-EE"/>
        </w:rPr>
        <w:t>)</w:t>
      </w:r>
      <w:r w:rsidR="00D072EC" w:rsidRPr="00D072EC">
        <w:rPr>
          <w:rFonts w:cs="Arial"/>
          <w:szCs w:val="20"/>
          <w:lang w:val="et-EE"/>
        </w:rPr>
        <w:t xml:space="preserve"> (likvideerimisel) pankrotiavaldus</w:t>
      </w:r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7D6E02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7D6E02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>Vastavalt pankrotiseaduse § 30 lg-le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31399886" w:rsidR="00621D26" w:rsidRPr="00D33AAD" w:rsidRDefault="007D6E02" w:rsidP="007D6E02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D072EC">
        <w:rPr>
          <w:lang w:val="et-EE"/>
        </w:rPr>
        <w:t>26.06.2024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D072EC">
        <w:rPr>
          <w:lang w:val="et-EE"/>
        </w:rPr>
        <w:t>3</w:t>
      </w:r>
      <w:r w:rsidR="00167039">
        <w:rPr>
          <w:lang w:val="et-EE"/>
        </w:rPr>
        <w:t>000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tegi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Pr="007D6E02">
        <w:rPr>
          <w:lang w:val="et-EE"/>
        </w:rPr>
        <w:t xml:space="preserve"> </w:t>
      </w:r>
      <w:r w:rsidR="00D072EC" w:rsidRPr="00D072EC">
        <w:rPr>
          <w:rFonts w:cs="Arial"/>
          <w:szCs w:val="20"/>
          <w:lang w:val="et-EE"/>
        </w:rPr>
        <w:t xml:space="preserve">NTSGD OÜ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D072EC">
        <w:rPr>
          <w:lang w:val="et-EE"/>
        </w:rPr>
        <w:t>08.07.2024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D072EC">
        <w:rPr>
          <w:lang w:val="et-EE"/>
        </w:rPr>
        <w:t>26.06.2024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621D26">
      <w:pPr>
        <w:spacing w:before="60" w:after="120" w:line="204" w:lineRule="atLeast"/>
        <w:jc w:val="both"/>
        <w:rPr>
          <w:lang w:val="et-EE"/>
        </w:rPr>
      </w:pPr>
    </w:p>
    <w:p w14:paraId="17AE6D4C" w14:textId="0D3CD4C4" w:rsidR="00C94D82" w:rsidRDefault="007D6E02" w:rsidP="00621D26">
      <w:pPr>
        <w:spacing w:before="60" w:after="120" w:line="204" w:lineRule="atLeast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r w:rsidRPr="007D6E02">
        <w:rPr>
          <w:lang w:val="et-EE"/>
        </w:rPr>
        <w:t>2-2</w:t>
      </w:r>
      <w:r w:rsidR="00D072EC">
        <w:rPr>
          <w:lang w:val="et-EE"/>
        </w:rPr>
        <w:t>4-5537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</w:t>
      </w:r>
    </w:p>
    <w:p w14:paraId="47F95A5C" w14:textId="19A3BB41" w:rsidR="007D6E02" w:rsidRPr="00C94D82" w:rsidRDefault="007D6E02" w:rsidP="00621D26">
      <w:pPr>
        <w:spacing w:before="60" w:after="120" w:line="204" w:lineRule="atLeast"/>
        <w:jc w:val="both"/>
        <w:rPr>
          <w:b/>
          <w:bCs/>
          <w:lang w:val="et-EE"/>
        </w:rPr>
      </w:pPr>
      <w:r w:rsidRPr="00C94D82">
        <w:rPr>
          <w:b/>
          <w:bCs/>
          <w:lang w:val="et-EE"/>
        </w:rPr>
        <w:t xml:space="preserve">Kohus annab </w:t>
      </w:r>
      <w:r w:rsidR="00B84EB2" w:rsidRPr="00C94D82">
        <w:rPr>
          <w:b/>
          <w:bCs/>
          <w:lang w:val="et-EE"/>
        </w:rPr>
        <w:t xml:space="preserve">käesolevaga </w:t>
      </w:r>
      <w:r w:rsidRPr="00C94D82">
        <w:rPr>
          <w:b/>
          <w:bCs/>
          <w:lang w:val="et-EE"/>
        </w:rPr>
        <w:t xml:space="preserve">Konkurentsiametile tähtaja avaliku uurimismenetluse alustamise otsustamiseks ja kohtu teavitamiseks </w:t>
      </w:r>
      <w:r w:rsidR="00C94D82" w:rsidRPr="00C94D82">
        <w:rPr>
          <w:b/>
          <w:bCs/>
          <w:lang w:val="et-EE"/>
        </w:rPr>
        <w:t>21</w:t>
      </w:r>
      <w:r w:rsidRPr="00C94D82">
        <w:rPr>
          <w:b/>
          <w:bCs/>
          <w:lang w:val="et-EE"/>
        </w:rPr>
        <w:t xml:space="preserve">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r>
        <w:t>k</w:t>
      </w:r>
      <w:r w:rsidR="00607A50" w:rsidRPr="00D33AAD">
        <w:t>ohtuistungi sekretär</w:t>
      </w:r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5925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5605D"/>
    <w:rsid w:val="00167039"/>
    <w:rsid w:val="00214269"/>
    <w:rsid w:val="002719AB"/>
    <w:rsid w:val="002F71A3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B7297"/>
    <w:rsid w:val="00AE1A18"/>
    <w:rsid w:val="00B1243C"/>
    <w:rsid w:val="00B310B5"/>
    <w:rsid w:val="00B57933"/>
    <w:rsid w:val="00B84EB2"/>
    <w:rsid w:val="00B93951"/>
    <w:rsid w:val="00BD6BF6"/>
    <w:rsid w:val="00C2629B"/>
    <w:rsid w:val="00C8651B"/>
    <w:rsid w:val="00C94D82"/>
    <w:rsid w:val="00CD3E78"/>
    <w:rsid w:val="00CE278A"/>
    <w:rsid w:val="00D072EC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3824"/>
    <w:rsid w:val="00EE667C"/>
    <w:rsid w:val="00F11AE2"/>
    <w:rsid w:val="00F14807"/>
    <w:rsid w:val="00F95542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6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Kai Härmand</cp:lastModifiedBy>
  <cp:revision>3</cp:revision>
  <dcterms:created xsi:type="dcterms:W3CDTF">2024-07-22T06:39:00Z</dcterms:created>
  <dcterms:modified xsi:type="dcterms:W3CDTF">2024-08-16T12:32:00Z</dcterms:modified>
</cp:coreProperties>
</file>